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AD5" w:rsidRDefault="00C87AD5" w:rsidP="003A6DCC">
      <w:pPr>
        <w:tabs>
          <w:tab w:val="left" w:pos="6379"/>
        </w:tabs>
        <w:jc w:val="both"/>
        <w:rPr>
          <w:sz w:val="22"/>
          <w:szCs w:val="22"/>
          <w:lang w:val="et-EE"/>
        </w:rPr>
      </w:pPr>
    </w:p>
    <w:p w:rsidR="006B787B" w:rsidRPr="00C87AD5" w:rsidRDefault="006B787B" w:rsidP="006B787B">
      <w:pPr>
        <w:tabs>
          <w:tab w:val="left" w:pos="6379"/>
        </w:tabs>
        <w:spacing w:before="100" w:beforeAutospacing="1" w:after="100" w:afterAutospacing="1"/>
        <w:jc w:val="both"/>
        <w:rPr>
          <w:sz w:val="22"/>
          <w:szCs w:val="22"/>
          <w:lang w:val="et-EE"/>
        </w:rPr>
      </w:pPr>
    </w:p>
    <w:p w:rsidR="00911231" w:rsidRDefault="00C87AD5" w:rsidP="006B787B">
      <w:pPr>
        <w:tabs>
          <w:tab w:val="left" w:pos="6379"/>
        </w:tabs>
        <w:spacing w:before="100" w:beforeAutospacing="1" w:after="100" w:afterAutospacing="1"/>
        <w:jc w:val="both"/>
        <w:rPr>
          <w:sz w:val="22"/>
          <w:szCs w:val="22"/>
          <w:lang w:val="et-EE"/>
        </w:rPr>
      </w:pPr>
      <w:r w:rsidRPr="00C87AD5">
        <w:rPr>
          <w:sz w:val="22"/>
          <w:szCs w:val="22"/>
          <w:lang w:val="et-EE"/>
        </w:rPr>
        <w:t>Vastavalt nimekirjale</w:t>
      </w:r>
      <w:r w:rsidR="00AA1E9B" w:rsidRPr="00923775">
        <w:rPr>
          <w:sz w:val="22"/>
          <w:szCs w:val="22"/>
          <w:lang w:val="et-EE"/>
        </w:rPr>
        <w:tab/>
      </w:r>
      <w:r w:rsidR="00923775">
        <w:rPr>
          <w:sz w:val="22"/>
          <w:szCs w:val="22"/>
          <w:lang w:val="et-EE"/>
        </w:rPr>
        <w:t>1</w:t>
      </w:r>
      <w:r w:rsidR="000A12D7">
        <w:rPr>
          <w:sz w:val="22"/>
          <w:szCs w:val="22"/>
          <w:lang w:val="et-EE"/>
        </w:rPr>
        <w:t>2</w:t>
      </w:r>
      <w:r w:rsidR="005F053F">
        <w:rPr>
          <w:sz w:val="22"/>
          <w:szCs w:val="22"/>
          <w:lang w:val="et-EE"/>
        </w:rPr>
        <w:t>.01.2022</w:t>
      </w:r>
      <w:r w:rsidR="003A6DCC">
        <w:rPr>
          <w:sz w:val="22"/>
          <w:szCs w:val="22"/>
          <w:lang w:val="et-EE"/>
        </w:rPr>
        <w:t xml:space="preserve"> nr</w:t>
      </w:r>
      <w:r w:rsidR="00745E1C">
        <w:rPr>
          <w:sz w:val="22"/>
          <w:szCs w:val="22"/>
          <w:lang w:val="et-EE"/>
        </w:rPr>
        <w:t xml:space="preserve"> </w:t>
      </w:r>
      <w:r w:rsidR="00745E1C" w:rsidRPr="00745E1C">
        <w:rPr>
          <w:sz w:val="22"/>
          <w:szCs w:val="22"/>
          <w:lang w:val="et-EE"/>
        </w:rPr>
        <w:t>1-13.1/</w:t>
      </w:r>
      <w:r w:rsidR="007A4D1A">
        <w:rPr>
          <w:sz w:val="22"/>
          <w:szCs w:val="22"/>
          <w:lang w:val="et-EE"/>
        </w:rPr>
        <w:t>88</w:t>
      </w:r>
    </w:p>
    <w:p w:rsidR="006B787B" w:rsidRDefault="006B787B" w:rsidP="006B787B">
      <w:pPr>
        <w:spacing w:before="100" w:beforeAutospacing="1" w:after="100" w:afterAutospacing="1"/>
        <w:jc w:val="both"/>
        <w:rPr>
          <w:sz w:val="22"/>
          <w:szCs w:val="22"/>
          <w:lang w:val="et-EE"/>
        </w:rPr>
      </w:pPr>
    </w:p>
    <w:p w:rsidR="006B787B" w:rsidRDefault="006B787B" w:rsidP="006B787B">
      <w:pPr>
        <w:spacing w:before="100" w:beforeAutospacing="1" w:after="100" w:afterAutospacing="1"/>
        <w:jc w:val="both"/>
        <w:rPr>
          <w:sz w:val="22"/>
          <w:szCs w:val="22"/>
          <w:lang w:val="et-EE"/>
        </w:rPr>
      </w:pPr>
    </w:p>
    <w:p w:rsidR="00F67CCB" w:rsidRPr="00C87AD5" w:rsidRDefault="00C87AD5" w:rsidP="006B787B">
      <w:pPr>
        <w:spacing w:before="100" w:beforeAutospacing="1" w:after="100" w:afterAutospacing="1"/>
        <w:jc w:val="both"/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 xml:space="preserve">Tagasiside </w:t>
      </w:r>
      <w:r w:rsidRPr="00C87AD5">
        <w:rPr>
          <w:b/>
          <w:sz w:val="22"/>
          <w:szCs w:val="22"/>
          <w:lang w:val="et-EE"/>
        </w:rPr>
        <w:t xml:space="preserve">Narva linna üldplaneeringu lähteseisukohtade ja keskkonnamõju strateegilise hindamise väljatöötamise kavatsuse </w:t>
      </w:r>
      <w:r>
        <w:rPr>
          <w:b/>
          <w:sz w:val="22"/>
          <w:szCs w:val="22"/>
          <w:lang w:val="et-EE"/>
        </w:rPr>
        <w:t>ettepanekutele</w:t>
      </w:r>
    </w:p>
    <w:p w:rsidR="00C87AD5" w:rsidRDefault="00C87AD5" w:rsidP="006B787B">
      <w:pPr>
        <w:spacing w:before="100" w:beforeAutospacing="1" w:after="100" w:afterAutospacing="1"/>
        <w:jc w:val="both"/>
        <w:rPr>
          <w:sz w:val="22"/>
          <w:szCs w:val="22"/>
          <w:lang w:val="et-EE"/>
        </w:rPr>
      </w:pPr>
      <w:r w:rsidRPr="00C87AD5">
        <w:rPr>
          <w:sz w:val="22"/>
          <w:szCs w:val="22"/>
          <w:lang w:val="et-EE"/>
        </w:rPr>
        <w:t xml:space="preserve">Narva linna </w:t>
      </w:r>
      <w:r>
        <w:rPr>
          <w:sz w:val="22"/>
          <w:szCs w:val="22"/>
          <w:lang w:val="et-EE"/>
        </w:rPr>
        <w:t>üldplaneeringu koostamise raames</w:t>
      </w:r>
      <w:r w:rsidRPr="00C87AD5">
        <w:rPr>
          <w:sz w:val="22"/>
          <w:szCs w:val="22"/>
          <w:lang w:val="et-EE"/>
        </w:rPr>
        <w:t xml:space="preserve"> </w:t>
      </w:r>
      <w:r w:rsidR="001C1096">
        <w:rPr>
          <w:sz w:val="22"/>
          <w:szCs w:val="22"/>
          <w:lang w:val="et-EE"/>
        </w:rPr>
        <w:t>p</w:t>
      </w:r>
      <w:bookmarkStart w:id="0" w:name="_GoBack"/>
      <w:bookmarkEnd w:id="0"/>
      <w:r>
        <w:rPr>
          <w:sz w:val="22"/>
          <w:szCs w:val="22"/>
          <w:lang w:val="et-EE"/>
        </w:rPr>
        <w:t xml:space="preserve">alusime Teilt </w:t>
      </w:r>
      <w:r w:rsidRPr="00C87AD5">
        <w:rPr>
          <w:sz w:val="22"/>
          <w:szCs w:val="22"/>
          <w:lang w:val="et-EE"/>
        </w:rPr>
        <w:t>19.11.2021</w:t>
      </w:r>
      <w:r>
        <w:rPr>
          <w:sz w:val="22"/>
          <w:szCs w:val="22"/>
          <w:lang w:val="et-EE"/>
        </w:rPr>
        <w:t xml:space="preserve"> kirjaga</w:t>
      </w:r>
      <w:r w:rsidRPr="00C87AD5">
        <w:rPr>
          <w:sz w:val="22"/>
          <w:szCs w:val="22"/>
          <w:lang w:val="et-EE"/>
        </w:rPr>
        <w:t xml:space="preserve"> nr 1-13.1/2931</w:t>
      </w:r>
      <w:r>
        <w:rPr>
          <w:sz w:val="22"/>
          <w:szCs w:val="22"/>
          <w:lang w:val="et-EE"/>
        </w:rPr>
        <w:t xml:space="preserve"> </w:t>
      </w:r>
      <w:r w:rsidRPr="00C87AD5">
        <w:rPr>
          <w:sz w:val="22"/>
          <w:szCs w:val="22"/>
          <w:lang w:val="et-EE"/>
        </w:rPr>
        <w:t>esitada ettepanekud Narva linna üldplaneeringu lähteseisukohtadele ja keskkonnamõju strateegilise hindamise kavatsusele (LS ja KSH VTK).</w:t>
      </w:r>
      <w:r>
        <w:rPr>
          <w:sz w:val="22"/>
          <w:szCs w:val="22"/>
          <w:lang w:val="et-EE"/>
        </w:rPr>
        <w:t xml:space="preserve"> E</w:t>
      </w:r>
      <w:r w:rsidRPr="00C87AD5">
        <w:rPr>
          <w:sz w:val="22"/>
          <w:szCs w:val="22"/>
          <w:lang w:val="et-EE"/>
        </w:rPr>
        <w:t>sitatud märkuste kohaselt oleme täienda</w:t>
      </w:r>
      <w:r>
        <w:rPr>
          <w:sz w:val="22"/>
          <w:szCs w:val="22"/>
          <w:lang w:val="et-EE"/>
        </w:rPr>
        <w:t>nud Narva linna üldplaneeringu LS VTK-d ning koostasime tabeli, kuhu oleme koondanud ettepanekud ning linnapoolsed seisukohad esitatud ettepanekutele.</w:t>
      </w:r>
    </w:p>
    <w:p w:rsidR="006B787B" w:rsidRDefault="00C87AD5" w:rsidP="006B787B">
      <w:pPr>
        <w:spacing w:before="100" w:beforeAutospacing="1" w:after="100" w:afterAutospacing="1"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Täiendatud Narva linna üldplaneeringu LS VTK dokumendiga saab tutvuda </w:t>
      </w:r>
      <w:hyperlink r:id="rId7" w:history="1">
        <w:r w:rsidRPr="00C87AD5">
          <w:rPr>
            <w:rStyle w:val="Hperlink"/>
            <w:sz w:val="22"/>
            <w:szCs w:val="22"/>
            <w:lang w:val="et-EE"/>
          </w:rPr>
          <w:t>siin</w:t>
        </w:r>
      </w:hyperlink>
      <w:r>
        <w:rPr>
          <w:sz w:val="22"/>
          <w:szCs w:val="22"/>
          <w:lang w:val="et-EE"/>
        </w:rPr>
        <w:t xml:space="preserve"> ning koondtabel on kättesaadav </w:t>
      </w:r>
      <w:hyperlink r:id="rId8" w:history="1">
        <w:r w:rsidRPr="00C87AD5">
          <w:rPr>
            <w:rStyle w:val="Hperlink"/>
            <w:sz w:val="22"/>
            <w:szCs w:val="22"/>
            <w:lang w:val="et-EE"/>
          </w:rPr>
          <w:t>siin</w:t>
        </w:r>
      </w:hyperlink>
      <w:r>
        <w:rPr>
          <w:sz w:val="22"/>
          <w:szCs w:val="22"/>
          <w:lang w:val="et-EE"/>
        </w:rPr>
        <w:t>.</w:t>
      </w:r>
      <w:r w:rsidR="00111AE8">
        <w:rPr>
          <w:sz w:val="22"/>
          <w:szCs w:val="22"/>
          <w:lang w:val="et-EE"/>
        </w:rPr>
        <w:t xml:space="preserve"> </w:t>
      </w:r>
      <w:r w:rsidR="00923775">
        <w:rPr>
          <w:sz w:val="22"/>
          <w:szCs w:val="22"/>
          <w:lang w:val="et-EE"/>
        </w:rPr>
        <w:t>Kõiki ettepanekuid arutatakse täpsemalt üldplaneeringu koostamise raames.</w:t>
      </w:r>
    </w:p>
    <w:p w:rsidR="006B787B" w:rsidRDefault="006B787B" w:rsidP="006B787B">
      <w:pPr>
        <w:spacing w:before="100" w:beforeAutospacing="1" w:after="100" w:afterAutospacing="1"/>
        <w:jc w:val="both"/>
        <w:rPr>
          <w:sz w:val="22"/>
          <w:szCs w:val="22"/>
          <w:lang w:val="et-EE"/>
        </w:rPr>
      </w:pPr>
    </w:p>
    <w:p w:rsidR="006B787B" w:rsidRDefault="006B787B" w:rsidP="006B787B">
      <w:pPr>
        <w:spacing w:before="100" w:beforeAutospacing="1" w:after="100" w:afterAutospacing="1"/>
        <w:jc w:val="both"/>
        <w:rPr>
          <w:sz w:val="22"/>
          <w:szCs w:val="22"/>
          <w:lang w:val="et-EE"/>
        </w:rPr>
      </w:pPr>
    </w:p>
    <w:p w:rsidR="005F053F" w:rsidRDefault="005F053F" w:rsidP="006B787B">
      <w:pPr>
        <w:spacing w:before="100" w:beforeAutospacing="1" w:after="100" w:afterAutospacing="1"/>
        <w:jc w:val="both"/>
        <w:rPr>
          <w:sz w:val="22"/>
          <w:szCs w:val="22"/>
          <w:lang w:val="et-EE"/>
        </w:rPr>
      </w:pPr>
      <w:r w:rsidRPr="005F053F">
        <w:rPr>
          <w:sz w:val="22"/>
          <w:szCs w:val="22"/>
          <w:lang w:val="et-EE"/>
        </w:rPr>
        <w:t>Lugupidamisega</w:t>
      </w:r>
    </w:p>
    <w:p w:rsidR="006B787B" w:rsidRPr="005F053F" w:rsidRDefault="006B787B" w:rsidP="006B787B">
      <w:pPr>
        <w:spacing w:before="100" w:beforeAutospacing="1" w:after="100" w:afterAutospacing="1"/>
        <w:jc w:val="both"/>
        <w:rPr>
          <w:sz w:val="22"/>
          <w:szCs w:val="22"/>
          <w:lang w:val="et-EE"/>
        </w:rPr>
      </w:pPr>
    </w:p>
    <w:p w:rsidR="005F053F" w:rsidRPr="005F053F" w:rsidRDefault="005F053F" w:rsidP="006B787B">
      <w:pPr>
        <w:spacing w:before="100" w:beforeAutospacing="1" w:after="100" w:afterAutospacing="1"/>
        <w:jc w:val="both"/>
        <w:rPr>
          <w:i/>
          <w:sz w:val="22"/>
          <w:szCs w:val="22"/>
          <w:lang w:val="et-EE"/>
        </w:rPr>
      </w:pPr>
      <w:r w:rsidRPr="005F053F">
        <w:rPr>
          <w:i/>
          <w:sz w:val="22"/>
          <w:szCs w:val="22"/>
          <w:lang w:val="et-EE"/>
        </w:rPr>
        <w:t>/allkirjastatud digitaalselt/</w:t>
      </w:r>
    </w:p>
    <w:p w:rsidR="005F053F" w:rsidRPr="005F053F" w:rsidRDefault="005F053F" w:rsidP="006B787B">
      <w:pPr>
        <w:spacing w:before="100" w:beforeAutospacing="1" w:after="100" w:afterAutospacing="1"/>
        <w:jc w:val="both"/>
        <w:rPr>
          <w:sz w:val="22"/>
          <w:szCs w:val="22"/>
          <w:lang w:val="et-EE"/>
        </w:rPr>
      </w:pPr>
    </w:p>
    <w:p w:rsidR="005F053F" w:rsidRPr="005F053F" w:rsidRDefault="00C87AD5" w:rsidP="006B787B">
      <w:pPr>
        <w:spacing w:before="100" w:beforeAutospacing="1" w:after="100" w:afterAutospacing="1"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Peeter Tambu</w:t>
      </w:r>
    </w:p>
    <w:p w:rsidR="005F053F" w:rsidRPr="005F053F" w:rsidRDefault="00C87AD5" w:rsidP="006B787B">
      <w:pPr>
        <w:spacing w:before="100" w:beforeAutospacing="1" w:after="100" w:afterAutospacing="1"/>
        <w:jc w:val="both"/>
        <w:rPr>
          <w:sz w:val="22"/>
          <w:szCs w:val="22"/>
          <w:lang w:val="et-EE"/>
        </w:rPr>
      </w:pPr>
      <w:r w:rsidRPr="00C87AD5">
        <w:rPr>
          <w:sz w:val="22"/>
          <w:szCs w:val="22"/>
          <w:lang w:val="et-EE"/>
        </w:rPr>
        <w:t>Peaarhitekt (direktori asetäitja)</w:t>
      </w:r>
    </w:p>
    <w:p w:rsidR="005F053F" w:rsidRPr="00923775" w:rsidRDefault="005F053F" w:rsidP="005F053F">
      <w:pPr>
        <w:spacing w:before="100" w:beforeAutospacing="1"/>
        <w:jc w:val="both"/>
        <w:rPr>
          <w:sz w:val="22"/>
          <w:szCs w:val="22"/>
          <w:lang w:val="et-EE"/>
        </w:rPr>
      </w:pPr>
    </w:p>
    <w:p w:rsidR="005F053F" w:rsidRPr="00923775" w:rsidRDefault="005F053F" w:rsidP="005F053F">
      <w:pPr>
        <w:spacing w:before="100" w:beforeAutospacing="1"/>
        <w:jc w:val="both"/>
        <w:rPr>
          <w:sz w:val="22"/>
          <w:szCs w:val="22"/>
          <w:lang w:val="et-EE"/>
        </w:rPr>
      </w:pPr>
    </w:p>
    <w:p w:rsidR="005F053F" w:rsidRDefault="005F053F" w:rsidP="005F053F">
      <w:pPr>
        <w:spacing w:line="264" w:lineRule="auto"/>
        <w:rPr>
          <w:sz w:val="18"/>
          <w:szCs w:val="18"/>
          <w:lang w:val="et-EE"/>
        </w:rPr>
      </w:pPr>
    </w:p>
    <w:p w:rsidR="005F053F" w:rsidRDefault="005F053F" w:rsidP="005F053F">
      <w:pPr>
        <w:spacing w:line="264" w:lineRule="auto"/>
        <w:rPr>
          <w:sz w:val="18"/>
          <w:szCs w:val="18"/>
          <w:lang w:val="et-EE"/>
        </w:rPr>
      </w:pPr>
    </w:p>
    <w:p w:rsidR="005F053F" w:rsidRDefault="005F053F" w:rsidP="005F053F">
      <w:pPr>
        <w:spacing w:line="264" w:lineRule="auto"/>
        <w:rPr>
          <w:sz w:val="18"/>
          <w:szCs w:val="18"/>
          <w:lang w:val="et-EE"/>
        </w:rPr>
      </w:pPr>
    </w:p>
    <w:p w:rsidR="00111AE8" w:rsidRDefault="00111AE8" w:rsidP="005F053F">
      <w:pPr>
        <w:spacing w:line="264" w:lineRule="auto"/>
        <w:rPr>
          <w:sz w:val="18"/>
          <w:szCs w:val="18"/>
          <w:lang w:val="et-EE"/>
        </w:rPr>
      </w:pPr>
    </w:p>
    <w:p w:rsidR="00111AE8" w:rsidRDefault="00111AE8" w:rsidP="005F053F">
      <w:pPr>
        <w:spacing w:line="264" w:lineRule="auto"/>
        <w:rPr>
          <w:sz w:val="18"/>
          <w:szCs w:val="18"/>
          <w:lang w:val="et-EE"/>
        </w:rPr>
      </w:pPr>
    </w:p>
    <w:p w:rsidR="00111AE8" w:rsidRDefault="00111AE8" w:rsidP="005F053F">
      <w:pPr>
        <w:spacing w:line="264" w:lineRule="auto"/>
        <w:rPr>
          <w:sz w:val="18"/>
          <w:szCs w:val="18"/>
          <w:lang w:val="et-EE"/>
        </w:rPr>
      </w:pPr>
    </w:p>
    <w:p w:rsidR="00111AE8" w:rsidRDefault="00111AE8" w:rsidP="005F053F">
      <w:pPr>
        <w:spacing w:line="264" w:lineRule="auto"/>
        <w:rPr>
          <w:sz w:val="18"/>
          <w:szCs w:val="18"/>
          <w:lang w:val="et-EE"/>
        </w:rPr>
      </w:pPr>
    </w:p>
    <w:p w:rsidR="00111AE8" w:rsidRDefault="00111AE8" w:rsidP="005F053F">
      <w:pPr>
        <w:spacing w:line="264" w:lineRule="auto"/>
        <w:rPr>
          <w:sz w:val="18"/>
          <w:szCs w:val="18"/>
          <w:lang w:val="et-EE"/>
        </w:rPr>
      </w:pPr>
    </w:p>
    <w:p w:rsidR="005F053F" w:rsidRPr="00FC04EA" w:rsidRDefault="00111AE8" w:rsidP="005F053F">
      <w:pPr>
        <w:spacing w:line="264" w:lineRule="auto"/>
        <w:rPr>
          <w:sz w:val="18"/>
          <w:szCs w:val="18"/>
          <w:lang w:val="et-EE"/>
        </w:rPr>
      </w:pPr>
      <w:r>
        <w:rPr>
          <w:sz w:val="18"/>
          <w:szCs w:val="18"/>
          <w:lang w:val="et-EE"/>
        </w:rPr>
        <w:t xml:space="preserve">Aina Antson-Manjukevitš, </w:t>
      </w:r>
      <w:r w:rsidR="005F053F" w:rsidRPr="00FC04EA">
        <w:rPr>
          <w:sz w:val="18"/>
          <w:szCs w:val="18"/>
          <w:lang w:val="et-EE"/>
        </w:rPr>
        <w:t xml:space="preserve">5837 3585 aina.antson@narva.ee </w:t>
      </w:r>
    </w:p>
    <w:p w:rsidR="005F053F" w:rsidRPr="004D7094" w:rsidRDefault="005F053F" w:rsidP="005F053F">
      <w:pPr>
        <w:spacing w:before="100" w:beforeAutospacing="1" w:after="100" w:afterAutospacing="1"/>
        <w:jc w:val="both"/>
        <w:rPr>
          <w:sz w:val="22"/>
          <w:szCs w:val="22"/>
          <w:lang w:val="et-EE"/>
        </w:rPr>
      </w:pPr>
    </w:p>
    <w:sectPr w:rsidR="005F053F" w:rsidRPr="004D7094" w:rsidSect="001633BB">
      <w:footerReference w:type="even" r:id="rId9"/>
      <w:headerReference w:type="first" r:id="rId10"/>
      <w:footerReference w:type="first" r:id="rId11"/>
      <w:pgSz w:w="11907" w:h="16840" w:code="9"/>
      <w:pgMar w:top="1440" w:right="1275" w:bottom="1276" w:left="1797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4BE" w:rsidRDefault="000A64BE">
      <w:r>
        <w:separator/>
      </w:r>
    </w:p>
  </w:endnote>
  <w:endnote w:type="continuationSeparator" w:id="0">
    <w:p w:rsidR="000A64BE" w:rsidRDefault="000A6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altName w:val="Times New Roman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8C4" w:rsidRDefault="001668C4" w:rsidP="00BC3A72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1668C4" w:rsidRDefault="001668C4">
    <w:pPr>
      <w:pStyle w:val="Jalus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34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927"/>
      <w:gridCol w:w="2962"/>
      <w:gridCol w:w="2980"/>
    </w:tblGrid>
    <w:tr w:rsidR="001668C4" w:rsidRPr="00CD34C5" w:rsidTr="00CD34C5">
      <w:tc>
        <w:tcPr>
          <w:tcW w:w="3024" w:type="dxa"/>
          <w:shd w:val="clear" w:color="auto" w:fill="auto"/>
        </w:tcPr>
        <w:p w:rsidR="001900E5" w:rsidRPr="009C5AD4" w:rsidRDefault="001900E5" w:rsidP="001900E5">
          <w:pPr>
            <w:pStyle w:val="Jalus"/>
            <w:ind w:right="-192"/>
            <w:rPr>
              <w:sz w:val="18"/>
              <w:szCs w:val="18"/>
              <w:lang w:val="et-EE"/>
            </w:rPr>
          </w:pPr>
          <w:r w:rsidRPr="009C5AD4">
            <w:rPr>
              <w:sz w:val="18"/>
              <w:szCs w:val="18"/>
              <w:lang w:val="et-EE"/>
            </w:rPr>
            <w:t>Peetri plats 5</w:t>
          </w:r>
        </w:p>
        <w:p w:rsidR="001900E5" w:rsidRPr="009C5AD4" w:rsidRDefault="001900E5" w:rsidP="001900E5">
          <w:pPr>
            <w:pStyle w:val="Jalus"/>
            <w:ind w:right="-192"/>
            <w:rPr>
              <w:sz w:val="18"/>
              <w:szCs w:val="18"/>
              <w:lang w:val="en-US"/>
            </w:rPr>
          </w:pPr>
          <w:r w:rsidRPr="009C5AD4">
            <w:rPr>
              <w:sz w:val="18"/>
              <w:szCs w:val="18"/>
              <w:lang w:val="en-US"/>
            </w:rPr>
            <w:t>20308 Narva</w:t>
          </w:r>
        </w:p>
        <w:p w:rsidR="001668C4" w:rsidRPr="00CD34C5" w:rsidRDefault="001900E5" w:rsidP="001900E5">
          <w:pPr>
            <w:pStyle w:val="Jalus"/>
            <w:ind w:right="-192"/>
            <w:rPr>
              <w:sz w:val="18"/>
              <w:szCs w:val="18"/>
              <w:lang w:val="et-EE"/>
            </w:rPr>
          </w:pPr>
          <w:r>
            <w:rPr>
              <w:sz w:val="18"/>
              <w:szCs w:val="18"/>
              <w:lang w:val="en-US"/>
            </w:rPr>
            <w:t>R</w:t>
          </w:r>
          <w:r w:rsidRPr="009C5AD4">
            <w:rPr>
              <w:sz w:val="18"/>
              <w:szCs w:val="18"/>
              <w:lang w:val="en-US"/>
            </w:rPr>
            <w:t>eg.</w:t>
          </w:r>
          <w:r>
            <w:rPr>
              <w:sz w:val="18"/>
              <w:szCs w:val="18"/>
              <w:lang w:val="en-US"/>
            </w:rPr>
            <w:t xml:space="preserve"> </w:t>
          </w:r>
          <w:proofErr w:type="spellStart"/>
          <w:r w:rsidRPr="009C5AD4">
            <w:rPr>
              <w:sz w:val="18"/>
              <w:szCs w:val="18"/>
              <w:lang w:val="en-US"/>
            </w:rPr>
            <w:t>nr</w:t>
          </w:r>
          <w:proofErr w:type="spellEnd"/>
          <w:r w:rsidRPr="009C5AD4">
            <w:rPr>
              <w:sz w:val="18"/>
              <w:szCs w:val="18"/>
              <w:lang w:val="en-US"/>
            </w:rPr>
            <w:t xml:space="preserve"> 75029820</w:t>
          </w:r>
        </w:p>
      </w:tc>
      <w:tc>
        <w:tcPr>
          <w:tcW w:w="3024" w:type="dxa"/>
          <w:shd w:val="clear" w:color="auto" w:fill="auto"/>
        </w:tcPr>
        <w:p w:rsidR="001900E5" w:rsidRPr="009C5AD4" w:rsidRDefault="001900E5" w:rsidP="001900E5">
          <w:pPr>
            <w:pStyle w:val="Jalus"/>
            <w:ind w:right="-192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t-EE"/>
            </w:rPr>
            <w:t>T</w:t>
          </w:r>
          <w:r w:rsidR="00E57EBC">
            <w:rPr>
              <w:sz w:val="18"/>
              <w:szCs w:val="18"/>
              <w:lang w:val="et-EE"/>
            </w:rPr>
            <w:t>el: 35</w:t>
          </w:r>
          <w:r w:rsidRPr="009C5AD4">
            <w:rPr>
              <w:sz w:val="18"/>
              <w:szCs w:val="18"/>
              <w:lang w:val="et-EE"/>
            </w:rPr>
            <w:t>9</w:t>
          </w:r>
          <w:r w:rsidR="00E57EBC">
            <w:rPr>
              <w:sz w:val="18"/>
              <w:szCs w:val="18"/>
              <w:lang w:val="et-EE"/>
            </w:rPr>
            <w:t xml:space="preserve"> </w:t>
          </w:r>
          <w:r w:rsidRPr="009C5AD4">
            <w:rPr>
              <w:sz w:val="18"/>
              <w:szCs w:val="18"/>
              <w:lang w:val="et-EE"/>
            </w:rPr>
            <w:t>9050</w:t>
          </w:r>
        </w:p>
        <w:p w:rsidR="001900E5" w:rsidRDefault="000A64BE" w:rsidP="001900E5">
          <w:pPr>
            <w:pStyle w:val="Jalus"/>
            <w:ind w:right="-192"/>
            <w:rPr>
              <w:sz w:val="18"/>
              <w:szCs w:val="18"/>
              <w:lang w:val="et-EE"/>
            </w:rPr>
          </w:pPr>
          <w:hyperlink r:id="rId1" w:history="1">
            <w:r w:rsidR="003B6D71" w:rsidRPr="00BA4EBB">
              <w:rPr>
                <w:rStyle w:val="Hperlink"/>
                <w:sz w:val="18"/>
                <w:szCs w:val="18"/>
                <w:lang w:val="et-EE"/>
              </w:rPr>
              <w:t>narvaplan@narva.ee</w:t>
            </w:r>
          </w:hyperlink>
          <w:r w:rsidR="001900E5">
            <w:rPr>
              <w:sz w:val="18"/>
              <w:szCs w:val="18"/>
              <w:lang w:val="et-EE"/>
            </w:rPr>
            <w:t xml:space="preserve"> </w:t>
          </w:r>
        </w:p>
        <w:p w:rsidR="001668C4" w:rsidRPr="00CD34C5" w:rsidRDefault="000A64BE" w:rsidP="001900E5">
          <w:pPr>
            <w:pStyle w:val="Jalus"/>
            <w:ind w:right="-192"/>
            <w:rPr>
              <w:sz w:val="18"/>
              <w:szCs w:val="18"/>
              <w:lang w:val="et-EE"/>
            </w:rPr>
          </w:pPr>
          <w:hyperlink r:id="rId2" w:history="1">
            <w:r w:rsidR="001900E5" w:rsidRPr="004E4368">
              <w:rPr>
                <w:rStyle w:val="Hperlink"/>
                <w:sz w:val="18"/>
                <w:szCs w:val="18"/>
                <w:lang w:val="et-EE"/>
              </w:rPr>
              <w:t>www.narvaplan.ee</w:t>
            </w:r>
          </w:hyperlink>
        </w:p>
      </w:tc>
      <w:tc>
        <w:tcPr>
          <w:tcW w:w="3025" w:type="dxa"/>
          <w:shd w:val="clear" w:color="auto" w:fill="auto"/>
        </w:tcPr>
        <w:p w:rsidR="001900E5" w:rsidRPr="009C5AD4" w:rsidRDefault="001900E5" w:rsidP="001900E5">
          <w:pPr>
            <w:pStyle w:val="Jalus"/>
            <w:ind w:right="-192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>EE461010</w:t>
          </w:r>
          <w:r w:rsidRPr="009C5AD4">
            <w:rPr>
              <w:sz w:val="18"/>
              <w:szCs w:val="18"/>
              <w:lang w:val="en-US"/>
            </w:rPr>
            <w:t>220034036014</w:t>
          </w:r>
        </w:p>
        <w:p w:rsidR="001668C4" w:rsidRPr="001900E5" w:rsidRDefault="001900E5" w:rsidP="00CD34C5">
          <w:pPr>
            <w:pStyle w:val="Jalus"/>
            <w:ind w:right="-192"/>
            <w:rPr>
              <w:sz w:val="18"/>
              <w:szCs w:val="18"/>
              <w:lang w:val="en-US"/>
            </w:rPr>
          </w:pPr>
          <w:r w:rsidRPr="009C5AD4">
            <w:rPr>
              <w:sz w:val="18"/>
              <w:szCs w:val="18"/>
              <w:lang w:val="en-US"/>
            </w:rPr>
            <w:t xml:space="preserve">SEB </w:t>
          </w:r>
        </w:p>
      </w:tc>
    </w:tr>
  </w:tbl>
  <w:p w:rsidR="001668C4" w:rsidRPr="00E03994" w:rsidRDefault="001668C4" w:rsidP="002615B3">
    <w:pPr>
      <w:pStyle w:val="Jalus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4BE" w:rsidRDefault="000A64BE">
      <w:r>
        <w:separator/>
      </w:r>
    </w:p>
  </w:footnote>
  <w:footnote w:type="continuationSeparator" w:id="0">
    <w:p w:rsidR="000A64BE" w:rsidRDefault="000A6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8C4" w:rsidRDefault="001668C4" w:rsidP="00E03994">
    <w:pPr>
      <w:jc w:val="center"/>
    </w:pPr>
    <w:r>
      <w:rPr>
        <w:rFonts w:ascii="Arial" w:hAnsi="Arial"/>
        <w:sz w:val="24"/>
      </w:rPr>
      <w:object w:dxaOrig="2100" w:dyaOrig="27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.25pt;height:67.5pt" o:ole="">
          <v:imagedata r:id="rId1" o:title=""/>
        </v:shape>
        <o:OLEObject Type="Embed" ProgID="PBrush" ShapeID="_x0000_i1025" DrawAspect="Content" ObjectID="_1703425283" r:id="rId2"/>
      </w:object>
    </w:r>
  </w:p>
  <w:p w:rsidR="001668C4" w:rsidRPr="00E57EBC" w:rsidRDefault="001668C4" w:rsidP="00E03994">
    <w:pPr>
      <w:spacing w:line="240" w:lineRule="atLeast"/>
      <w:jc w:val="center"/>
      <w:rPr>
        <w:b/>
        <w:sz w:val="36"/>
        <w:lang w:val="et-EE"/>
      </w:rPr>
    </w:pPr>
    <w:r w:rsidRPr="00E57EBC">
      <w:rPr>
        <w:b/>
        <w:sz w:val="36"/>
        <w:lang w:val="et-EE"/>
      </w:rPr>
      <w:t>Narva Linnavalitsus</w:t>
    </w:r>
  </w:p>
  <w:p w:rsidR="001668C4" w:rsidRPr="00E57EBC" w:rsidRDefault="001668C4" w:rsidP="00E03994">
    <w:pPr>
      <w:spacing w:line="240" w:lineRule="atLeast"/>
      <w:jc w:val="center"/>
      <w:rPr>
        <w:b/>
        <w:sz w:val="32"/>
        <w:lang w:val="et-EE"/>
      </w:rPr>
    </w:pPr>
    <w:r w:rsidRPr="00E57EBC">
      <w:rPr>
        <w:b/>
        <w:sz w:val="32"/>
        <w:lang w:val="et-EE"/>
      </w:rPr>
      <w:t>Arhitektuuri- ja Linnaplaneerimise Amet</w:t>
    </w:r>
  </w:p>
  <w:p w:rsidR="001668C4" w:rsidRPr="00E57EBC" w:rsidRDefault="001668C4" w:rsidP="00DB320B">
    <w:pPr>
      <w:pStyle w:val="Pis"/>
      <w:jc w:val="center"/>
      <w:rPr>
        <w:sz w:val="28"/>
        <w:lang w:val="et-EE"/>
      </w:rPr>
    </w:pPr>
    <w:r w:rsidRPr="00E57EBC">
      <w:rPr>
        <w:b/>
        <w:bCs/>
        <w:sz w:val="28"/>
        <w:lang w:val="et-EE"/>
      </w:rPr>
      <w:t>Arhitektuuri- ja planeerimise osakond</w:t>
    </w:r>
  </w:p>
  <w:p w:rsidR="001668C4" w:rsidRPr="0018482F" w:rsidRDefault="001668C4" w:rsidP="009507C2">
    <w:pPr>
      <w:pStyle w:val="Pis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126031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F752C"/>
    <w:multiLevelType w:val="hybridMultilevel"/>
    <w:tmpl w:val="F71ECEE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C76FB"/>
    <w:multiLevelType w:val="hybridMultilevel"/>
    <w:tmpl w:val="03CAB80A"/>
    <w:lvl w:ilvl="0" w:tplc="271EF14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7AB50E6"/>
    <w:multiLevelType w:val="hybridMultilevel"/>
    <w:tmpl w:val="42F05ED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C5702E"/>
    <w:multiLevelType w:val="hybridMultilevel"/>
    <w:tmpl w:val="367232AE"/>
    <w:lvl w:ilvl="0" w:tplc="3C480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EB7FFA"/>
    <w:multiLevelType w:val="hybridMultilevel"/>
    <w:tmpl w:val="9412116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F4858"/>
    <w:multiLevelType w:val="multilevel"/>
    <w:tmpl w:val="C78822C8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49"/>
        </w:tabs>
        <w:ind w:left="184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69"/>
        </w:tabs>
        <w:ind w:left="2569" w:hanging="180"/>
      </w:pPr>
    </w:lvl>
    <w:lvl w:ilvl="3" w:tentative="1">
      <w:start w:val="1"/>
      <w:numFmt w:val="decimal"/>
      <w:lvlText w:val="%4."/>
      <w:lvlJc w:val="left"/>
      <w:pPr>
        <w:tabs>
          <w:tab w:val="num" w:pos="3289"/>
        </w:tabs>
        <w:ind w:left="32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09"/>
        </w:tabs>
        <w:ind w:left="40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29"/>
        </w:tabs>
        <w:ind w:left="4729" w:hanging="180"/>
      </w:pPr>
    </w:lvl>
    <w:lvl w:ilvl="6" w:tentative="1">
      <w:start w:val="1"/>
      <w:numFmt w:val="decimal"/>
      <w:lvlText w:val="%7."/>
      <w:lvlJc w:val="left"/>
      <w:pPr>
        <w:tabs>
          <w:tab w:val="num" w:pos="5449"/>
        </w:tabs>
        <w:ind w:left="54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69"/>
        </w:tabs>
        <w:ind w:left="61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89"/>
        </w:tabs>
        <w:ind w:left="6889" w:hanging="180"/>
      </w:pPr>
    </w:lvl>
  </w:abstractNum>
  <w:abstractNum w:abstractNumId="7" w15:restartNumberingAfterBreak="0">
    <w:nsid w:val="1E252CAF"/>
    <w:multiLevelType w:val="hybridMultilevel"/>
    <w:tmpl w:val="FDECEBBC"/>
    <w:lvl w:ilvl="0" w:tplc="3AE23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7756C7"/>
    <w:multiLevelType w:val="hybridMultilevel"/>
    <w:tmpl w:val="CB146BD0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F51C82"/>
    <w:multiLevelType w:val="multilevel"/>
    <w:tmpl w:val="FB58E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AC4A3F"/>
    <w:multiLevelType w:val="hybridMultilevel"/>
    <w:tmpl w:val="F71ECEE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8417C"/>
    <w:multiLevelType w:val="hybridMultilevel"/>
    <w:tmpl w:val="C9C2D2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9C10EA"/>
    <w:multiLevelType w:val="hybridMultilevel"/>
    <w:tmpl w:val="11928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312DA3"/>
    <w:multiLevelType w:val="hybridMultilevel"/>
    <w:tmpl w:val="0082C092"/>
    <w:lvl w:ilvl="0" w:tplc="0A048A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456EFD"/>
    <w:multiLevelType w:val="hybridMultilevel"/>
    <w:tmpl w:val="710412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234C75"/>
    <w:multiLevelType w:val="hybridMultilevel"/>
    <w:tmpl w:val="F71ECEE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0C2A80"/>
    <w:multiLevelType w:val="hybridMultilevel"/>
    <w:tmpl w:val="B2DE948A"/>
    <w:lvl w:ilvl="0" w:tplc="13E0C572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5111383F"/>
    <w:multiLevelType w:val="hybridMultilevel"/>
    <w:tmpl w:val="04AC83E8"/>
    <w:lvl w:ilvl="0" w:tplc="09685DB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1526ED"/>
    <w:multiLevelType w:val="hybridMultilevel"/>
    <w:tmpl w:val="1B6A0F0C"/>
    <w:lvl w:ilvl="0" w:tplc="7CBCC0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49112D"/>
    <w:multiLevelType w:val="hybridMultilevel"/>
    <w:tmpl w:val="965E2B02"/>
    <w:lvl w:ilvl="0" w:tplc="4544C3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B60249"/>
    <w:multiLevelType w:val="hybridMultilevel"/>
    <w:tmpl w:val="80CA6464"/>
    <w:lvl w:ilvl="0" w:tplc="C838CA6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05159"/>
    <w:multiLevelType w:val="multilevel"/>
    <w:tmpl w:val="B8646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323557"/>
    <w:multiLevelType w:val="hybridMultilevel"/>
    <w:tmpl w:val="07AA51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82554"/>
    <w:multiLevelType w:val="hybridMultilevel"/>
    <w:tmpl w:val="2C6ECA74"/>
    <w:lvl w:ilvl="0" w:tplc="3C480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F31F12"/>
    <w:multiLevelType w:val="hybridMultilevel"/>
    <w:tmpl w:val="50786176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 w15:restartNumberingAfterBreak="0">
    <w:nsid w:val="69DE281A"/>
    <w:multiLevelType w:val="hybridMultilevel"/>
    <w:tmpl w:val="6DB41E06"/>
    <w:lvl w:ilvl="0" w:tplc="241E1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D85670E"/>
    <w:multiLevelType w:val="hybridMultilevel"/>
    <w:tmpl w:val="DF5ECE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CA4009"/>
    <w:multiLevelType w:val="hybridMultilevel"/>
    <w:tmpl w:val="7ABE6AEA"/>
    <w:lvl w:ilvl="0" w:tplc="0A048A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C8439A"/>
    <w:multiLevelType w:val="hybridMultilevel"/>
    <w:tmpl w:val="7FAEC5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EF00EF"/>
    <w:multiLevelType w:val="hybridMultilevel"/>
    <w:tmpl w:val="5148A1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02795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F21E18"/>
    <w:multiLevelType w:val="hybridMultilevel"/>
    <w:tmpl w:val="9064E6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A050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3D5BAD"/>
    <w:multiLevelType w:val="hybridMultilevel"/>
    <w:tmpl w:val="64D815F6"/>
    <w:lvl w:ilvl="0" w:tplc="748A49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932F80"/>
    <w:multiLevelType w:val="hybridMultilevel"/>
    <w:tmpl w:val="09BCE3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1F568F"/>
    <w:multiLevelType w:val="multilevel"/>
    <w:tmpl w:val="26C24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4" w15:restartNumberingAfterBreak="0">
    <w:nsid w:val="7E9E407B"/>
    <w:multiLevelType w:val="hybridMultilevel"/>
    <w:tmpl w:val="F71ECEE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941340"/>
    <w:multiLevelType w:val="hybridMultilevel"/>
    <w:tmpl w:val="A1EEC0E0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282EF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2"/>
  </w:num>
  <w:num w:numId="4">
    <w:abstractNumId w:val="28"/>
  </w:num>
  <w:num w:numId="5">
    <w:abstractNumId w:val="24"/>
  </w:num>
  <w:num w:numId="6">
    <w:abstractNumId w:val="11"/>
  </w:num>
  <w:num w:numId="7">
    <w:abstractNumId w:val="29"/>
  </w:num>
  <w:num w:numId="8">
    <w:abstractNumId w:val="8"/>
  </w:num>
  <w:num w:numId="9">
    <w:abstractNumId w:val="3"/>
  </w:num>
  <w:num w:numId="10">
    <w:abstractNumId w:val="14"/>
  </w:num>
  <w:num w:numId="11">
    <w:abstractNumId w:val="35"/>
  </w:num>
  <w:num w:numId="12">
    <w:abstractNumId w:val="12"/>
  </w:num>
  <w:num w:numId="13">
    <w:abstractNumId w:val="30"/>
  </w:num>
  <w:num w:numId="14">
    <w:abstractNumId w:val="7"/>
  </w:num>
  <w:num w:numId="15">
    <w:abstractNumId w:val="19"/>
  </w:num>
  <w:num w:numId="16">
    <w:abstractNumId w:val="16"/>
  </w:num>
  <w:num w:numId="17">
    <w:abstractNumId w:val="25"/>
  </w:num>
  <w:num w:numId="18">
    <w:abstractNumId w:val="23"/>
  </w:num>
  <w:num w:numId="19">
    <w:abstractNumId w:val="4"/>
  </w:num>
  <w:num w:numId="20">
    <w:abstractNumId w:val="9"/>
  </w:num>
  <w:num w:numId="21">
    <w:abstractNumId w:val="21"/>
  </w:num>
  <w:num w:numId="22">
    <w:abstractNumId w:val="27"/>
  </w:num>
  <w:num w:numId="23">
    <w:abstractNumId w:val="13"/>
  </w:num>
  <w:num w:numId="24">
    <w:abstractNumId w:val="0"/>
  </w:num>
  <w:num w:numId="25">
    <w:abstractNumId w:val="1"/>
  </w:num>
  <w:num w:numId="26">
    <w:abstractNumId w:val="15"/>
  </w:num>
  <w:num w:numId="27">
    <w:abstractNumId w:val="34"/>
  </w:num>
  <w:num w:numId="28">
    <w:abstractNumId w:val="10"/>
  </w:num>
  <w:num w:numId="29">
    <w:abstractNumId w:val="2"/>
  </w:num>
  <w:num w:numId="30">
    <w:abstractNumId w:val="5"/>
  </w:num>
  <w:num w:numId="31">
    <w:abstractNumId w:val="26"/>
  </w:num>
  <w:num w:numId="32">
    <w:abstractNumId w:val="18"/>
  </w:num>
  <w:num w:numId="33">
    <w:abstractNumId w:val="22"/>
  </w:num>
  <w:num w:numId="34">
    <w:abstractNumId w:val="31"/>
  </w:num>
  <w:num w:numId="35">
    <w:abstractNumId w:val="20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E53"/>
    <w:rsid w:val="00002C86"/>
    <w:rsid w:val="00002F3C"/>
    <w:rsid w:val="00002F6E"/>
    <w:rsid w:val="00004930"/>
    <w:rsid w:val="00006044"/>
    <w:rsid w:val="00007DB2"/>
    <w:rsid w:val="00013F22"/>
    <w:rsid w:val="00017FEF"/>
    <w:rsid w:val="0002137B"/>
    <w:rsid w:val="00021F01"/>
    <w:rsid w:val="00022F49"/>
    <w:rsid w:val="00024F4B"/>
    <w:rsid w:val="00031DE7"/>
    <w:rsid w:val="00035C99"/>
    <w:rsid w:val="00036512"/>
    <w:rsid w:val="0005682C"/>
    <w:rsid w:val="00061081"/>
    <w:rsid w:val="00063CB5"/>
    <w:rsid w:val="00065DAB"/>
    <w:rsid w:val="00066A16"/>
    <w:rsid w:val="00070F59"/>
    <w:rsid w:val="0007236D"/>
    <w:rsid w:val="00080377"/>
    <w:rsid w:val="00081590"/>
    <w:rsid w:val="00086E48"/>
    <w:rsid w:val="00090C8C"/>
    <w:rsid w:val="000A12D7"/>
    <w:rsid w:val="000A64BE"/>
    <w:rsid w:val="000A7115"/>
    <w:rsid w:val="000A7DAE"/>
    <w:rsid w:val="000B4D2E"/>
    <w:rsid w:val="000B4FCD"/>
    <w:rsid w:val="000D1F87"/>
    <w:rsid w:val="000D2647"/>
    <w:rsid w:val="000D553A"/>
    <w:rsid w:val="000D63FA"/>
    <w:rsid w:val="000D7752"/>
    <w:rsid w:val="000E1927"/>
    <w:rsid w:val="000E5057"/>
    <w:rsid w:val="000E5C05"/>
    <w:rsid w:val="000E5C73"/>
    <w:rsid w:val="000F06DF"/>
    <w:rsid w:val="000F3750"/>
    <w:rsid w:val="000F4FFF"/>
    <w:rsid w:val="000F7DFE"/>
    <w:rsid w:val="001006E7"/>
    <w:rsid w:val="00101951"/>
    <w:rsid w:val="00103912"/>
    <w:rsid w:val="00111015"/>
    <w:rsid w:val="00111AE8"/>
    <w:rsid w:val="001146AC"/>
    <w:rsid w:val="00114F54"/>
    <w:rsid w:val="00115B8E"/>
    <w:rsid w:val="0011799F"/>
    <w:rsid w:val="00117BCE"/>
    <w:rsid w:val="001239B3"/>
    <w:rsid w:val="001367A1"/>
    <w:rsid w:val="00140085"/>
    <w:rsid w:val="00140B04"/>
    <w:rsid w:val="001515D1"/>
    <w:rsid w:val="001633BB"/>
    <w:rsid w:val="001668C4"/>
    <w:rsid w:val="00167A34"/>
    <w:rsid w:val="00175CE1"/>
    <w:rsid w:val="0018482F"/>
    <w:rsid w:val="001900E5"/>
    <w:rsid w:val="001909FB"/>
    <w:rsid w:val="00190FF4"/>
    <w:rsid w:val="00196465"/>
    <w:rsid w:val="001A2352"/>
    <w:rsid w:val="001B020A"/>
    <w:rsid w:val="001C1096"/>
    <w:rsid w:val="001C3473"/>
    <w:rsid w:val="001C3AC6"/>
    <w:rsid w:val="001C6355"/>
    <w:rsid w:val="001D04D8"/>
    <w:rsid w:val="001D1031"/>
    <w:rsid w:val="001D26EC"/>
    <w:rsid w:val="001D2DDF"/>
    <w:rsid w:val="001D4F43"/>
    <w:rsid w:val="001F1D31"/>
    <w:rsid w:val="001F2C19"/>
    <w:rsid w:val="001F3D54"/>
    <w:rsid w:val="00200B38"/>
    <w:rsid w:val="00203C55"/>
    <w:rsid w:val="0021277D"/>
    <w:rsid w:val="0021524F"/>
    <w:rsid w:val="00215D3D"/>
    <w:rsid w:val="00225EA8"/>
    <w:rsid w:val="002355A3"/>
    <w:rsid w:val="002366DF"/>
    <w:rsid w:val="002512E3"/>
    <w:rsid w:val="002552A4"/>
    <w:rsid w:val="00261477"/>
    <w:rsid w:val="002615B3"/>
    <w:rsid w:val="0026484E"/>
    <w:rsid w:val="00286258"/>
    <w:rsid w:val="002878CD"/>
    <w:rsid w:val="0029275E"/>
    <w:rsid w:val="00294E6E"/>
    <w:rsid w:val="00295F07"/>
    <w:rsid w:val="0029632B"/>
    <w:rsid w:val="00296A42"/>
    <w:rsid w:val="002A28E9"/>
    <w:rsid w:val="002B2189"/>
    <w:rsid w:val="002B43BE"/>
    <w:rsid w:val="002B499B"/>
    <w:rsid w:val="002C5E5D"/>
    <w:rsid w:val="002D459F"/>
    <w:rsid w:val="002D50C8"/>
    <w:rsid w:val="002E128B"/>
    <w:rsid w:val="002E3979"/>
    <w:rsid w:val="002E5D56"/>
    <w:rsid w:val="002F05D0"/>
    <w:rsid w:val="002F2828"/>
    <w:rsid w:val="002F45D8"/>
    <w:rsid w:val="0030262A"/>
    <w:rsid w:val="00304798"/>
    <w:rsid w:val="0030523D"/>
    <w:rsid w:val="00306D2B"/>
    <w:rsid w:val="00326852"/>
    <w:rsid w:val="00331620"/>
    <w:rsid w:val="00333C53"/>
    <w:rsid w:val="00334E9F"/>
    <w:rsid w:val="003505CE"/>
    <w:rsid w:val="00350625"/>
    <w:rsid w:val="003573FC"/>
    <w:rsid w:val="00372946"/>
    <w:rsid w:val="00390A91"/>
    <w:rsid w:val="00394E66"/>
    <w:rsid w:val="003A3ADB"/>
    <w:rsid w:val="003A54D3"/>
    <w:rsid w:val="003A63A1"/>
    <w:rsid w:val="003A6DCC"/>
    <w:rsid w:val="003A7A93"/>
    <w:rsid w:val="003B24AF"/>
    <w:rsid w:val="003B42E0"/>
    <w:rsid w:val="003B5CF1"/>
    <w:rsid w:val="003B6D71"/>
    <w:rsid w:val="003C27D8"/>
    <w:rsid w:val="003C3BED"/>
    <w:rsid w:val="003D0B7F"/>
    <w:rsid w:val="003D2738"/>
    <w:rsid w:val="003D4B46"/>
    <w:rsid w:val="003D6095"/>
    <w:rsid w:val="003E18E1"/>
    <w:rsid w:val="003E2387"/>
    <w:rsid w:val="003E45D7"/>
    <w:rsid w:val="003F1D88"/>
    <w:rsid w:val="003F3067"/>
    <w:rsid w:val="003F6108"/>
    <w:rsid w:val="003F6F2F"/>
    <w:rsid w:val="00400B6C"/>
    <w:rsid w:val="00410865"/>
    <w:rsid w:val="00411389"/>
    <w:rsid w:val="0041142C"/>
    <w:rsid w:val="00411909"/>
    <w:rsid w:val="0041342B"/>
    <w:rsid w:val="004151A8"/>
    <w:rsid w:val="00421B78"/>
    <w:rsid w:val="00425882"/>
    <w:rsid w:val="00430807"/>
    <w:rsid w:val="00441588"/>
    <w:rsid w:val="00441A94"/>
    <w:rsid w:val="00447A8F"/>
    <w:rsid w:val="00454C5D"/>
    <w:rsid w:val="0045748A"/>
    <w:rsid w:val="00460817"/>
    <w:rsid w:val="004669E8"/>
    <w:rsid w:val="00467AB3"/>
    <w:rsid w:val="004710F8"/>
    <w:rsid w:val="00477B5F"/>
    <w:rsid w:val="0049558A"/>
    <w:rsid w:val="004A0D01"/>
    <w:rsid w:val="004A55A0"/>
    <w:rsid w:val="004A7062"/>
    <w:rsid w:val="004B09BA"/>
    <w:rsid w:val="004B38C3"/>
    <w:rsid w:val="004B64C8"/>
    <w:rsid w:val="004B6F04"/>
    <w:rsid w:val="004C1D9D"/>
    <w:rsid w:val="004D110F"/>
    <w:rsid w:val="004D4877"/>
    <w:rsid w:val="004D7094"/>
    <w:rsid w:val="004F4C9C"/>
    <w:rsid w:val="00501E92"/>
    <w:rsid w:val="005043F1"/>
    <w:rsid w:val="00507102"/>
    <w:rsid w:val="0051757A"/>
    <w:rsid w:val="0052031D"/>
    <w:rsid w:val="00530E44"/>
    <w:rsid w:val="00531099"/>
    <w:rsid w:val="0053356A"/>
    <w:rsid w:val="0053515D"/>
    <w:rsid w:val="005402B8"/>
    <w:rsid w:val="0056047E"/>
    <w:rsid w:val="005707DB"/>
    <w:rsid w:val="005727E7"/>
    <w:rsid w:val="00581244"/>
    <w:rsid w:val="0058388F"/>
    <w:rsid w:val="00584027"/>
    <w:rsid w:val="005875D1"/>
    <w:rsid w:val="0058779E"/>
    <w:rsid w:val="00587EC1"/>
    <w:rsid w:val="00593A98"/>
    <w:rsid w:val="00595AE3"/>
    <w:rsid w:val="0059649E"/>
    <w:rsid w:val="0059749E"/>
    <w:rsid w:val="005A6D66"/>
    <w:rsid w:val="005B0012"/>
    <w:rsid w:val="005B029E"/>
    <w:rsid w:val="005C042E"/>
    <w:rsid w:val="005C593A"/>
    <w:rsid w:val="005C7986"/>
    <w:rsid w:val="005E0B93"/>
    <w:rsid w:val="005E5E18"/>
    <w:rsid w:val="005F053F"/>
    <w:rsid w:val="005F5FAC"/>
    <w:rsid w:val="005F7873"/>
    <w:rsid w:val="0060498F"/>
    <w:rsid w:val="006066E9"/>
    <w:rsid w:val="00607DA1"/>
    <w:rsid w:val="0061067F"/>
    <w:rsid w:val="006141CD"/>
    <w:rsid w:val="00614461"/>
    <w:rsid w:val="00614915"/>
    <w:rsid w:val="00615091"/>
    <w:rsid w:val="00615649"/>
    <w:rsid w:val="006223E8"/>
    <w:rsid w:val="00624A5E"/>
    <w:rsid w:val="0063435D"/>
    <w:rsid w:val="00634AB4"/>
    <w:rsid w:val="00637CAE"/>
    <w:rsid w:val="006411B9"/>
    <w:rsid w:val="00643354"/>
    <w:rsid w:val="00655787"/>
    <w:rsid w:val="0066388B"/>
    <w:rsid w:val="00663CED"/>
    <w:rsid w:val="00671A2E"/>
    <w:rsid w:val="00674659"/>
    <w:rsid w:val="006748A3"/>
    <w:rsid w:val="0068070F"/>
    <w:rsid w:val="00681460"/>
    <w:rsid w:val="00682B0C"/>
    <w:rsid w:val="00682B58"/>
    <w:rsid w:val="0068326E"/>
    <w:rsid w:val="00690635"/>
    <w:rsid w:val="006935EE"/>
    <w:rsid w:val="006A2A74"/>
    <w:rsid w:val="006A4FE8"/>
    <w:rsid w:val="006A78C9"/>
    <w:rsid w:val="006B01F3"/>
    <w:rsid w:val="006B118A"/>
    <w:rsid w:val="006B787B"/>
    <w:rsid w:val="006C07C6"/>
    <w:rsid w:val="006C1053"/>
    <w:rsid w:val="006D3634"/>
    <w:rsid w:val="006D571A"/>
    <w:rsid w:val="006D57D0"/>
    <w:rsid w:val="006D776B"/>
    <w:rsid w:val="006E360A"/>
    <w:rsid w:val="006E68D4"/>
    <w:rsid w:val="006F051E"/>
    <w:rsid w:val="00704984"/>
    <w:rsid w:val="007076F1"/>
    <w:rsid w:val="00715E43"/>
    <w:rsid w:val="0072114F"/>
    <w:rsid w:val="0072341A"/>
    <w:rsid w:val="00725CAC"/>
    <w:rsid w:val="0072760A"/>
    <w:rsid w:val="00730069"/>
    <w:rsid w:val="007340A0"/>
    <w:rsid w:val="00737360"/>
    <w:rsid w:val="00745E1C"/>
    <w:rsid w:val="00745E1F"/>
    <w:rsid w:val="007507A7"/>
    <w:rsid w:val="0075376E"/>
    <w:rsid w:val="007563E4"/>
    <w:rsid w:val="0076158A"/>
    <w:rsid w:val="007659AA"/>
    <w:rsid w:val="00776B0D"/>
    <w:rsid w:val="007773A1"/>
    <w:rsid w:val="00777782"/>
    <w:rsid w:val="00795736"/>
    <w:rsid w:val="00796B61"/>
    <w:rsid w:val="007A063B"/>
    <w:rsid w:val="007A27A1"/>
    <w:rsid w:val="007A298E"/>
    <w:rsid w:val="007A2A76"/>
    <w:rsid w:val="007A4D1A"/>
    <w:rsid w:val="007A65C8"/>
    <w:rsid w:val="007A667E"/>
    <w:rsid w:val="007E44F8"/>
    <w:rsid w:val="007E7B55"/>
    <w:rsid w:val="007F64BC"/>
    <w:rsid w:val="007F7820"/>
    <w:rsid w:val="0080500C"/>
    <w:rsid w:val="00806CD1"/>
    <w:rsid w:val="00807E56"/>
    <w:rsid w:val="00810C9F"/>
    <w:rsid w:val="00817E23"/>
    <w:rsid w:val="00820D78"/>
    <w:rsid w:val="00843F99"/>
    <w:rsid w:val="00851C48"/>
    <w:rsid w:val="008557E7"/>
    <w:rsid w:val="00862555"/>
    <w:rsid w:val="008639B1"/>
    <w:rsid w:val="00867C8F"/>
    <w:rsid w:val="00873F09"/>
    <w:rsid w:val="00874DFF"/>
    <w:rsid w:val="00877D6E"/>
    <w:rsid w:val="008809BC"/>
    <w:rsid w:val="00880AAF"/>
    <w:rsid w:val="008856DE"/>
    <w:rsid w:val="008903F0"/>
    <w:rsid w:val="008A40FD"/>
    <w:rsid w:val="008A5B02"/>
    <w:rsid w:val="008B101F"/>
    <w:rsid w:val="008B21F4"/>
    <w:rsid w:val="008C5CAA"/>
    <w:rsid w:val="008D07C7"/>
    <w:rsid w:val="008D3016"/>
    <w:rsid w:val="008D6B46"/>
    <w:rsid w:val="008E0EF5"/>
    <w:rsid w:val="008E5C92"/>
    <w:rsid w:val="008F6C71"/>
    <w:rsid w:val="00901074"/>
    <w:rsid w:val="00904146"/>
    <w:rsid w:val="00911231"/>
    <w:rsid w:val="00911F02"/>
    <w:rsid w:val="009141C9"/>
    <w:rsid w:val="0092019E"/>
    <w:rsid w:val="009217E7"/>
    <w:rsid w:val="00923775"/>
    <w:rsid w:val="009323A6"/>
    <w:rsid w:val="009363F8"/>
    <w:rsid w:val="009507C2"/>
    <w:rsid w:val="0095524F"/>
    <w:rsid w:val="0095733C"/>
    <w:rsid w:val="00962CCA"/>
    <w:rsid w:val="00963FBE"/>
    <w:rsid w:val="0096704F"/>
    <w:rsid w:val="00971F12"/>
    <w:rsid w:val="0097566E"/>
    <w:rsid w:val="00976F1D"/>
    <w:rsid w:val="00977770"/>
    <w:rsid w:val="00982D77"/>
    <w:rsid w:val="009860BC"/>
    <w:rsid w:val="009934A5"/>
    <w:rsid w:val="00993C70"/>
    <w:rsid w:val="00994531"/>
    <w:rsid w:val="00995CD6"/>
    <w:rsid w:val="00996238"/>
    <w:rsid w:val="009A3E24"/>
    <w:rsid w:val="009A64E4"/>
    <w:rsid w:val="009B2FEE"/>
    <w:rsid w:val="009C0BC7"/>
    <w:rsid w:val="009C200A"/>
    <w:rsid w:val="009E3FA3"/>
    <w:rsid w:val="009E4A19"/>
    <w:rsid w:val="009E7509"/>
    <w:rsid w:val="009F1B1C"/>
    <w:rsid w:val="009F1FF6"/>
    <w:rsid w:val="009F35C7"/>
    <w:rsid w:val="00A01CB8"/>
    <w:rsid w:val="00A03E01"/>
    <w:rsid w:val="00A103C3"/>
    <w:rsid w:val="00A122D3"/>
    <w:rsid w:val="00A14CF2"/>
    <w:rsid w:val="00A208C5"/>
    <w:rsid w:val="00A20B31"/>
    <w:rsid w:val="00A2690A"/>
    <w:rsid w:val="00A400FD"/>
    <w:rsid w:val="00A45219"/>
    <w:rsid w:val="00A454C5"/>
    <w:rsid w:val="00A541B5"/>
    <w:rsid w:val="00A54F16"/>
    <w:rsid w:val="00A55004"/>
    <w:rsid w:val="00A617B5"/>
    <w:rsid w:val="00A7189E"/>
    <w:rsid w:val="00A735CF"/>
    <w:rsid w:val="00A752D3"/>
    <w:rsid w:val="00A85744"/>
    <w:rsid w:val="00A85CAA"/>
    <w:rsid w:val="00A90AA4"/>
    <w:rsid w:val="00A94A64"/>
    <w:rsid w:val="00AA1E9B"/>
    <w:rsid w:val="00AA6A7D"/>
    <w:rsid w:val="00AA79B2"/>
    <w:rsid w:val="00AB08DA"/>
    <w:rsid w:val="00AB4AC7"/>
    <w:rsid w:val="00AB6FD8"/>
    <w:rsid w:val="00AC2396"/>
    <w:rsid w:val="00AD15D1"/>
    <w:rsid w:val="00AD58B1"/>
    <w:rsid w:val="00AE1A34"/>
    <w:rsid w:val="00AE1EBE"/>
    <w:rsid w:val="00AE28DF"/>
    <w:rsid w:val="00AE758F"/>
    <w:rsid w:val="00AF56E6"/>
    <w:rsid w:val="00B072CB"/>
    <w:rsid w:val="00B12F9D"/>
    <w:rsid w:val="00B16E63"/>
    <w:rsid w:val="00B37CBB"/>
    <w:rsid w:val="00B527B4"/>
    <w:rsid w:val="00B63AB5"/>
    <w:rsid w:val="00B6786D"/>
    <w:rsid w:val="00B70A20"/>
    <w:rsid w:val="00B71228"/>
    <w:rsid w:val="00B713A2"/>
    <w:rsid w:val="00B86829"/>
    <w:rsid w:val="00B87BE1"/>
    <w:rsid w:val="00B87C96"/>
    <w:rsid w:val="00B91453"/>
    <w:rsid w:val="00B93610"/>
    <w:rsid w:val="00B939A7"/>
    <w:rsid w:val="00B94E58"/>
    <w:rsid w:val="00B974A3"/>
    <w:rsid w:val="00BA0E36"/>
    <w:rsid w:val="00BA6587"/>
    <w:rsid w:val="00BB3B4F"/>
    <w:rsid w:val="00BC0B31"/>
    <w:rsid w:val="00BC3A72"/>
    <w:rsid w:val="00BC42CD"/>
    <w:rsid w:val="00BC4F79"/>
    <w:rsid w:val="00BD0A93"/>
    <w:rsid w:val="00BD4DD3"/>
    <w:rsid w:val="00BE6171"/>
    <w:rsid w:val="00BE6BB7"/>
    <w:rsid w:val="00BF1F3D"/>
    <w:rsid w:val="00BF312F"/>
    <w:rsid w:val="00BF5AA7"/>
    <w:rsid w:val="00C05198"/>
    <w:rsid w:val="00C061EE"/>
    <w:rsid w:val="00C14A34"/>
    <w:rsid w:val="00C328A0"/>
    <w:rsid w:val="00C336E4"/>
    <w:rsid w:val="00C3381E"/>
    <w:rsid w:val="00C36B43"/>
    <w:rsid w:val="00C36ED2"/>
    <w:rsid w:val="00C4199B"/>
    <w:rsid w:val="00C4440F"/>
    <w:rsid w:val="00C4484F"/>
    <w:rsid w:val="00C52759"/>
    <w:rsid w:val="00C53BD8"/>
    <w:rsid w:val="00C67E7C"/>
    <w:rsid w:val="00C725CD"/>
    <w:rsid w:val="00C7551F"/>
    <w:rsid w:val="00C75F3B"/>
    <w:rsid w:val="00C82651"/>
    <w:rsid w:val="00C865EE"/>
    <w:rsid w:val="00C87AD5"/>
    <w:rsid w:val="00C90F9A"/>
    <w:rsid w:val="00C92359"/>
    <w:rsid w:val="00C97B31"/>
    <w:rsid w:val="00CA6651"/>
    <w:rsid w:val="00CA685F"/>
    <w:rsid w:val="00CB5FF1"/>
    <w:rsid w:val="00CB6EAA"/>
    <w:rsid w:val="00CC34DD"/>
    <w:rsid w:val="00CD0D3C"/>
    <w:rsid w:val="00CD34C5"/>
    <w:rsid w:val="00CD653B"/>
    <w:rsid w:val="00CE0205"/>
    <w:rsid w:val="00CE1C3C"/>
    <w:rsid w:val="00CE25BF"/>
    <w:rsid w:val="00CF2192"/>
    <w:rsid w:val="00CF464B"/>
    <w:rsid w:val="00D04CB7"/>
    <w:rsid w:val="00D1662D"/>
    <w:rsid w:val="00D171B9"/>
    <w:rsid w:val="00D202EB"/>
    <w:rsid w:val="00D20CFF"/>
    <w:rsid w:val="00D245FF"/>
    <w:rsid w:val="00D32AC7"/>
    <w:rsid w:val="00D34879"/>
    <w:rsid w:val="00D404C2"/>
    <w:rsid w:val="00D41838"/>
    <w:rsid w:val="00D472DE"/>
    <w:rsid w:val="00D47F8B"/>
    <w:rsid w:val="00D52803"/>
    <w:rsid w:val="00D727C9"/>
    <w:rsid w:val="00D74652"/>
    <w:rsid w:val="00D74E53"/>
    <w:rsid w:val="00D74F6F"/>
    <w:rsid w:val="00D87B58"/>
    <w:rsid w:val="00D96B99"/>
    <w:rsid w:val="00DA3135"/>
    <w:rsid w:val="00DA3B0D"/>
    <w:rsid w:val="00DA416C"/>
    <w:rsid w:val="00DB320B"/>
    <w:rsid w:val="00DB4B31"/>
    <w:rsid w:val="00DB7DFB"/>
    <w:rsid w:val="00DC033E"/>
    <w:rsid w:val="00DE0037"/>
    <w:rsid w:val="00DE7D5D"/>
    <w:rsid w:val="00DF04A3"/>
    <w:rsid w:val="00DF04FA"/>
    <w:rsid w:val="00DF2980"/>
    <w:rsid w:val="00DF2C37"/>
    <w:rsid w:val="00DF446D"/>
    <w:rsid w:val="00E00DAD"/>
    <w:rsid w:val="00E03994"/>
    <w:rsid w:val="00E20CA4"/>
    <w:rsid w:val="00E30A4E"/>
    <w:rsid w:val="00E34C49"/>
    <w:rsid w:val="00E54D91"/>
    <w:rsid w:val="00E57EBC"/>
    <w:rsid w:val="00E608FC"/>
    <w:rsid w:val="00E6348A"/>
    <w:rsid w:val="00E73AE4"/>
    <w:rsid w:val="00E742C2"/>
    <w:rsid w:val="00E75050"/>
    <w:rsid w:val="00E81710"/>
    <w:rsid w:val="00E83964"/>
    <w:rsid w:val="00E9395F"/>
    <w:rsid w:val="00E957CC"/>
    <w:rsid w:val="00EA2389"/>
    <w:rsid w:val="00EA2C2B"/>
    <w:rsid w:val="00EA3BA0"/>
    <w:rsid w:val="00EA3DF9"/>
    <w:rsid w:val="00EB3707"/>
    <w:rsid w:val="00EB39B7"/>
    <w:rsid w:val="00EB4184"/>
    <w:rsid w:val="00EC583D"/>
    <w:rsid w:val="00EC6DAA"/>
    <w:rsid w:val="00ED039E"/>
    <w:rsid w:val="00ED7778"/>
    <w:rsid w:val="00EE1D7A"/>
    <w:rsid w:val="00EE2D98"/>
    <w:rsid w:val="00EF01BE"/>
    <w:rsid w:val="00EF7E69"/>
    <w:rsid w:val="00F048E4"/>
    <w:rsid w:val="00F10578"/>
    <w:rsid w:val="00F10A05"/>
    <w:rsid w:val="00F11DA1"/>
    <w:rsid w:val="00F13117"/>
    <w:rsid w:val="00F1533B"/>
    <w:rsid w:val="00F23313"/>
    <w:rsid w:val="00F34953"/>
    <w:rsid w:val="00F43D63"/>
    <w:rsid w:val="00F479FB"/>
    <w:rsid w:val="00F53C34"/>
    <w:rsid w:val="00F549EB"/>
    <w:rsid w:val="00F65940"/>
    <w:rsid w:val="00F66118"/>
    <w:rsid w:val="00F67CCB"/>
    <w:rsid w:val="00F67DAB"/>
    <w:rsid w:val="00F74C47"/>
    <w:rsid w:val="00F96D8F"/>
    <w:rsid w:val="00FA104D"/>
    <w:rsid w:val="00FA54D7"/>
    <w:rsid w:val="00FA75CE"/>
    <w:rsid w:val="00FC04EA"/>
    <w:rsid w:val="00FC2146"/>
    <w:rsid w:val="00FD0BCD"/>
    <w:rsid w:val="00FD1362"/>
    <w:rsid w:val="00FD261F"/>
    <w:rsid w:val="00FE229A"/>
    <w:rsid w:val="00FE3BBD"/>
    <w:rsid w:val="00FE3BFE"/>
    <w:rsid w:val="00FF1063"/>
    <w:rsid w:val="00FF5705"/>
    <w:rsid w:val="00FF6C69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909FCA-94C1-4763-A503-5737140B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spacing w:line="240" w:lineRule="atLeast"/>
      <w:outlineLvl w:val="0"/>
    </w:pPr>
    <w:rPr>
      <w:sz w:val="28"/>
      <w:lang w:val="et-EE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sz w:val="24"/>
      <w:lang w:val="ru-RU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spacing w:line="240" w:lineRule="atLeast"/>
      <w:jc w:val="both"/>
    </w:pPr>
    <w:rPr>
      <w:sz w:val="28"/>
      <w:lang w:val="et-EE"/>
    </w:rPr>
  </w:style>
  <w:style w:type="paragraph" w:styleId="Kehatekst2">
    <w:name w:val="Body Text 2"/>
    <w:basedOn w:val="Normaallaad"/>
    <w:rPr>
      <w:sz w:val="22"/>
      <w:lang w:val="ru-RU"/>
    </w:rPr>
  </w:style>
  <w:style w:type="character" w:styleId="Lehekljenumber">
    <w:name w:val="page number"/>
    <w:basedOn w:val="Liguvaikefont"/>
  </w:style>
  <w:style w:type="character" w:styleId="Hperlink">
    <w:name w:val="Hyperlink"/>
    <w:rPr>
      <w:color w:val="0000FF"/>
      <w:u w:val="single"/>
    </w:rPr>
  </w:style>
  <w:style w:type="paragraph" w:styleId="Jutumullitekst">
    <w:name w:val="Balloon Text"/>
    <w:basedOn w:val="Normaallaad"/>
    <w:semiHidden/>
    <w:rsid w:val="003E18E1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rsid w:val="00296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ugev">
    <w:name w:val="Strong"/>
    <w:uiPriority w:val="22"/>
    <w:qFormat/>
    <w:rsid w:val="0018482F"/>
    <w:rPr>
      <w:b/>
      <w:bCs/>
    </w:rPr>
  </w:style>
  <w:style w:type="paragraph" w:customStyle="1" w:styleId="NormalVerdana">
    <w:name w:val="Normal + Verdana"/>
    <w:aliases w:val="(Complex) 13,5 pt,Underline,Underline + Arial,12 pt,No underline,Le..."/>
    <w:basedOn w:val="Normaallaad"/>
    <w:link w:val="NormalVerdanaChar"/>
    <w:rsid w:val="00D52803"/>
    <w:pPr>
      <w:tabs>
        <w:tab w:val="left" w:pos="1080"/>
      </w:tabs>
      <w:overflowPunct w:val="0"/>
      <w:autoSpaceDE w:val="0"/>
      <w:autoSpaceDN w:val="0"/>
      <w:adjustRightInd w:val="0"/>
      <w:ind w:left="1080" w:hanging="720"/>
      <w:jc w:val="both"/>
      <w:textAlignment w:val="baseline"/>
    </w:pPr>
    <w:rPr>
      <w:rFonts w:ascii="Verdana" w:hAnsi="Verdana"/>
      <w:sz w:val="24"/>
      <w:szCs w:val="24"/>
      <w:u w:val="single"/>
      <w:lang w:val="et-EE" w:eastAsia="et-EE"/>
    </w:rPr>
  </w:style>
  <w:style w:type="character" w:customStyle="1" w:styleId="NormalVerdanaChar">
    <w:name w:val="Normal + Verdana Char"/>
    <w:aliases w:val="(Complex) 13 Char,5 pt Char,Underline + Arial Char,12 pt Char,No underline Char,Le... Char"/>
    <w:link w:val="NormalVerdana"/>
    <w:rsid w:val="00D52803"/>
    <w:rPr>
      <w:rFonts w:ascii="Verdana" w:hAnsi="Verdana"/>
      <w:sz w:val="24"/>
      <w:szCs w:val="24"/>
      <w:u w:val="single"/>
      <w:lang w:val="et-EE" w:eastAsia="et-EE" w:bidi="ar-SA"/>
    </w:rPr>
  </w:style>
  <w:style w:type="paragraph" w:customStyle="1" w:styleId="ETPGrupp">
    <w:name w:val="ETP Grupp"/>
    <w:basedOn w:val="Normaallaad"/>
    <w:link w:val="ETPGruppChar"/>
    <w:rsid w:val="00880AAF"/>
    <w:pPr>
      <w:jc w:val="both"/>
    </w:pPr>
    <w:rPr>
      <w:rFonts w:ascii="Arial" w:hAnsi="Arial"/>
      <w:sz w:val="24"/>
      <w:szCs w:val="24"/>
      <w:lang w:val="et-EE"/>
    </w:rPr>
  </w:style>
  <w:style w:type="character" w:customStyle="1" w:styleId="ETPGruppChar">
    <w:name w:val="ETP Grupp Char"/>
    <w:link w:val="ETPGrupp"/>
    <w:rsid w:val="00880AAF"/>
    <w:rPr>
      <w:rFonts w:ascii="Arial" w:hAnsi="Arial"/>
      <w:sz w:val="24"/>
      <w:szCs w:val="24"/>
      <w:lang w:val="et-EE" w:eastAsia="en-US" w:bidi="ar-SA"/>
    </w:rPr>
  </w:style>
  <w:style w:type="paragraph" w:customStyle="1" w:styleId="Default">
    <w:name w:val="Default"/>
    <w:rsid w:val="00425882"/>
    <w:pPr>
      <w:widowControl w:val="0"/>
      <w:autoSpaceDN w:val="0"/>
      <w:adjustRightInd w:val="0"/>
    </w:pPr>
    <w:rPr>
      <w:sz w:val="24"/>
      <w:szCs w:val="24"/>
    </w:rPr>
  </w:style>
  <w:style w:type="character" w:customStyle="1" w:styleId="JalusMrk">
    <w:name w:val="Jalus Märk"/>
    <w:link w:val="Jalus"/>
    <w:rsid w:val="001900E5"/>
    <w:rPr>
      <w:lang w:val="en-GB" w:eastAsia="en-US"/>
    </w:rPr>
  </w:style>
  <w:style w:type="paragraph" w:styleId="Loendilik">
    <w:name w:val="List Paragraph"/>
    <w:basedOn w:val="Normaallaad"/>
    <w:uiPriority w:val="34"/>
    <w:qFormat/>
    <w:rsid w:val="008B101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3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rva.ee/documents/29877749/31325404/2021XII29_NarvaALPA_linna_seisukohad_tbl.pdf/abe80ef9-4b6e-4aee-8983-7fefb781a09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arva.ee/documents/29877749/31325404/2021XII29_NarvaALPA_LS_KSH+VTK_+dokument.pdf/893d6e9d-df07-4c4b-82aa-8eba93a604b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arvaplan.ee" TargetMode="External"/><Relationship Id="rId1" Type="http://schemas.openxmlformats.org/officeDocument/2006/relationships/hyperlink" Target="mailto:narvaplan@narva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BLANK%20arh%20amet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 arh amet</Template>
  <TotalTime>696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Arhitektuur</Company>
  <LinksUpToDate>false</LinksUpToDate>
  <CharactersWithSpaces>1251</CharactersWithSpaces>
  <SharedDoc>false</SharedDoc>
  <HLinks>
    <vt:vector size="12" baseType="variant">
      <vt:variant>
        <vt:i4>1966109</vt:i4>
      </vt:variant>
      <vt:variant>
        <vt:i4>8</vt:i4>
      </vt:variant>
      <vt:variant>
        <vt:i4>0</vt:i4>
      </vt:variant>
      <vt:variant>
        <vt:i4>5</vt:i4>
      </vt:variant>
      <vt:variant>
        <vt:lpwstr>http://www.narvaplan.ee/</vt:lpwstr>
      </vt:variant>
      <vt:variant>
        <vt:lpwstr/>
      </vt:variant>
      <vt:variant>
        <vt:i4>327733</vt:i4>
      </vt:variant>
      <vt:variant>
        <vt:i4>5</vt:i4>
      </vt:variant>
      <vt:variant>
        <vt:i4>0</vt:i4>
      </vt:variant>
      <vt:variant>
        <vt:i4>5</vt:i4>
      </vt:variant>
      <vt:variant>
        <vt:lpwstr>mailto:narvaplan@narva.ee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Silvi Altman</dc:creator>
  <cp:keywords/>
  <cp:lastModifiedBy>NewUswer</cp:lastModifiedBy>
  <cp:revision>24</cp:revision>
  <cp:lastPrinted>2019-08-15T10:07:00Z</cp:lastPrinted>
  <dcterms:created xsi:type="dcterms:W3CDTF">2021-09-23T12:25:00Z</dcterms:created>
  <dcterms:modified xsi:type="dcterms:W3CDTF">2022-01-11T14:54:00Z</dcterms:modified>
</cp:coreProperties>
</file>